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937321">
      <w:pPr>
        <w:pStyle w:val="Heading1"/>
      </w:pPr>
      <w:r w:rsidRPr="00937321">
        <w:t>Fi</w:t>
      </w:r>
      <w:r w:rsidR="007E0A98">
        <w:t>ș</w:t>
      </w:r>
      <w:r w:rsidRPr="00937321">
        <w:t>a 0</w:t>
      </w:r>
      <w:r w:rsidR="008B02F5">
        <w:t>4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8B02F5">
        <w:t>lucrare no</w:t>
      </w:r>
      <w:r w:rsidR="007E0A98">
        <w:t>ț</w:t>
      </w:r>
      <w:r w:rsidR="008B02F5">
        <w:t>iuni de bază</w:t>
      </w:r>
    </w:p>
    <w:p w:rsidR="007E0A98" w:rsidRPr="007E0A98" w:rsidRDefault="007E0A98" w:rsidP="007E0A98">
      <w:pPr>
        <w:rPr>
          <w:i/>
          <w:vertAlign w:val="subscript"/>
        </w:rPr>
      </w:pPr>
      <w:r w:rsidRPr="007E0A98">
        <w:rPr>
          <w:i/>
          <w:vertAlign w:val="subscript"/>
        </w:rPr>
        <w:t>(2p oficiu)</w:t>
      </w:r>
    </w:p>
    <w:p w:rsidR="007B3965" w:rsidRDefault="008B02F5" w:rsidP="007B3965">
      <w:pPr>
        <w:pStyle w:val="ListParagraph"/>
        <w:numPr>
          <w:ilvl w:val="0"/>
          <w:numId w:val="3"/>
        </w:numPr>
        <w:contextualSpacing w:val="0"/>
      </w:pPr>
      <w:r w:rsidRPr="007B3965">
        <w:rPr>
          <w:i/>
          <w:vertAlign w:val="subscript"/>
        </w:rPr>
        <w:t>(</w:t>
      </w:r>
      <w:r w:rsidR="000F72A7" w:rsidRPr="007B3965">
        <w:rPr>
          <w:i/>
          <w:vertAlign w:val="subscript"/>
        </w:rPr>
        <w:t>4</w:t>
      </w:r>
      <w:r w:rsidRPr="007B3965">
        <w:rPr>
          <w:i/>
          <w:vertAlign w:val="subscript"/>
        </w:rPr>
        <w:t>p)</w:t>
      </w:r>
      <w:r>
        <w:t xml:space="preserve"> Scrie</w:t>
      </w:r>
      <w:r w:rsidR="007E0A98">
        <w:t>ț</w:t>
      </w:r>
      <w:r>
        <w:t>i o aplica</w:t>
      </w:r>
      <w:r w:rsidR="007E0A98">
        <w:t>ț</w:t>
      </w:r>
      <w:r>
        <w:t>ie de tip consol</w:t>
      </w:r>
      <w:r w:rsidR="007E0A98">
        <w:t>ă</w:t>
      </w:r>
      <w:r>
        <w:t xml:space="preserve"> care s</w:t>
      </w:r>
      <w:r w:rsidR="007E0A98">
        <w:t>ă</w:t>
      </w:r>
      <w:r>
        <w:t xml:space="preserve"> </w:t>
      </w:r>
      <w:r w:rsidR="000F72A7">
        <w:t>afișeze numerele prime</w:t>
      </w:r>
      <w:r>
        <w:t xml:space="preserve"> (dac</w:t>
      </w:r>
      <w:r w:rsidR="007E0A98">
        <w:t>ă</w:t>
      </w:r>
      <w:r>
        <w:t xml:space="preserve"> exist</w:t>
      </w:r>
      <w:r w:rsidR="007E0A98">
        <w:t>ă</w:t>
      </w:r>
      <w:r>
        <w:t>) care apar</w:t>
      </w:r>
      <w:r w:rsidR="007E0A98">
        <w:t>ț</w:t>
      </w:r>
      <w:r>
        <w:t>in intervalului (</w:t>
      </w:r>
      <w:r w:rsidRPr="007B3965">
        <w:rPr>
          <w:b/>
          <w:i/>
        </w:rPr>
        <w:t>a</w:t>
      </w:r>
      <w:r>
        <w:t>,</w:t>
      </w:r>
      <w:r w:rsidR="007E0A98">
        <w:t xml:space="preserve"> </w:t>
      </w:r>
      <w:r w:rsidRPr="007B3965">
        <w:rPr>
          <w:b/>
          <w:i/>
        </w:rPr>
        <w:t>b</w:t>
      </w:r>
      <w:r>
        <w:t xml:space="preserve">), </w:t>
      </w:r>
      <w:r w:rsidRPr="007B3965">
        <w:rPr>
          <w:b/>
          <w:i/>
        </w:rPr>
        <w:t>a</w:t>
      </w:r>
      <w:r>
        <w:t xml:space="preserve"> </w:t>
      </w:r>
      <w:r w:rsidR="007E0A98">
        <w:t>ș</w:t>
      </w:r>
      <w:r>
        <w:t xml:space="preserve">i </w:t>
      </w:r>
      <w:r w:rsidRPr="007B3965">
        <w:rPr>
          <w:b/>
          <w:i/>
        </w:rPr>
        <w:t>b</w:t>
      </w:r>
      <w:r>
        <w:t xml:space="preserve"> fiind citite de la tastatur</w:t>
      </w:r>
      <w:r w:rsidR="007E0A98">
        <w:t>ă</w:t>
      </w:r>
      <w:r>
        <w:t>.</w:t>
      </w:r>
    </w:p>
    <w:p w:rsidR="007B3965" w:rsidRDefault="007B3965" w:rsidP="007B3965"/>
    <w:p w:rsidR="007B3965" w:rsidRDefault="008B02F5" w:rsidP="007B3965">
      <w:pPr>
        <w:pStyle w:val="ListParagraph"/>
        <w:numPr>
          <w:ilvl w:val="0"/>
          <w:numId w:val="3"/>
        </w:numPr>
        <w:contextualSpacing w:val="0"/>
      </w:pPr>
      <w:r w:rsidRPr="007B3965">
        <w:rPr>
          <w:i/>
          <w:vertAlign w:val="subscript"/>
        </w:rPr>
        <w:t>(</w:t>
      </w:r>
      <w:r w:rsidR="000F72A7" w:rsidRPr="007B3965">
        <w:rPr>
          <w:i/>
          <w:vertAlign w:val="subscript"/>
        </w:rPr>
        <w:t>4</w:t>
      </w:r>
      <w:r w:rsidRPr="007B3965">
        <w:rPr>
          <w:i/>
          <w:vertAlign w:val="subscript"/>
        </w:rPr>
        <w:t>p)</w:t>
      </w:r>
      <w:r>
        <w:t xml:space="preserve"> Realiza</w:t>
      </w:r>
      <w:r w:rsidR="007E0A98">
        <w:t>ț</w:t>
      </w:r>
      <w:r>
        <w:t>i o aplica</w:t>
      </w:r>
      <w:r w:rsidR="007E0A98">
        <w:t>ț</w:t>
      </w:r>
      <w:r>
        <w:t>ie de tip consolă care cite</w:t>
      </w:r>
      <w:r w:rsidR="007E0A98">
        <w:t>ș</w:t>
      </w:r>
      <w:r>
        <w:t xml:space="preserve">te de la tastatură numărul </w:t>
      </w:r>
      <w:r w:rsidRPr="007B3965">
        <w:rPr>
          <w:b/>
          <w:i/>
        </w:rPr>
        <w:t>n</w:t>
      </w:r>
      <w:r>
        <w:t xml:space="preserve"> </w:t>
      </w:r>
      <w:r w:rsidR="007E0A98">
        <w:t>ș</w:t>
      </w:r>
      <w:r>
        <w:t>i care construie</w:t>
      </w:r>
      <w:r w:rsidR="007E0A98">
        <w:t>ș</w:t>
      </w:r>
      <w:r>
        <w:t xml:space="preserve">te </w:t>
      </w:r>
      <w:r w:rsidR="007E0A98">
        <w:t>ș</w:t>
      </w:r>
      <w:r>
        <w:t>i afi</w:t>
      </w:r>
      <w:r w:rsidR="007E0A98">
        <w:t>ș</w:t>
      </w:r>
      <w:r>
        <w:t xml:space="preserve">ează o matrice A cu </w:t>
      </w:r>
      <w:r w:rsidRPr="007B3965">
        <w:rPr>
          <w:b/>
          <w:i/>
        </w:rPr>
        <w:t>n</w:t>
      </w:r>
      <w:r>
        <w:t xml:space="preserve"> linii </w:t>
      </w:r>
      <w:r w:rsidR="007E0A98">
        <w:t>ș</w:t>
      </w:r>
      <w:r>
        <w:t xml:space="preserve">i </w:t>
      </w:r>
      <w:r w:rsidRPr="007B3965">
        <w:rPr>
          <w:b/>
          <w:i/>
        </w:rPr>
        <w:t>n</w:t>
      </w:r>
      <w:r>
        <w:t xml:space="preserve"> coloane. Programul afi</w:t>
      </w:r>
      <w:r w:rsidR="007E0A98">
        <w:t>ș</w:t>
      </w:r>
      <w:r>
        <w:t xml:space="preserve">ează </w:t>
      </w:r>
      <w:r w:rsidR="007B3965">
        <w:t xml:space="preserve">apoi </w:t>
      </w:r>
      <w:r>
        <w:t xml:space="preserve">pe ecran </w:t>
      </w:r>
      <w:r w:rsidR="007B3965" w:rsidRPr="007B3965">
        <w:t>elementele chenarului exterior al tabloului, separate prin câte un spaţiu. Chenarul este parcurs în sensul acelor de ceasornic începând din colţul său stânga-sus. Chenarul este format din prima şi ultima linie, prima şi ultima coloană a tabloului.</w:t>
      </w:r>
    </w:p>
    <w:p w:rsidR="007B3965" w:rsidRDefault="007B3965" w:rsidP="007B3965">
      <w:pPr>
        <w:pStyle w:val="ListParagraph"/>
        <w:ind w:left="0"/>
        <w:contextualSpacing w:val="0"/>
      </w:pPr>
      <w:r>
        <w:t xml:space="preserve">Ex. </w:t>
      </w:r>
      <w:r w:rsidR="00DE41F1">
        <w:t xml:space="preserve">    Pentru n=4 si matricea </w:t>
      </w:r>
    </w:p>
    <w:p w:rsidR="00DE41F1" w:rsidRDefault="00DE41F1" w:rsidP="007B3965">
      <w:pPr>
        <w:pStyle w:val="ListParagraph"/>
        <w:ind w:left="0"/>
        <w:contextualSpacing w:val="0"/>
      </w:pPr>
      <w:r>
        <w:t xml:space="preserve">          1   2  3  4  5</w:t>
      </w:r>
    </w:p>
    <w:p w:rsidR="00DE41F1" w:rsidRDefault="00DE41F1" w:rsidP="007B3965">
      <w:pPr>
        <w:pStyle w:val="ListParagraph"/>
        <w:ind w:left="0"/>
        <w:contextualSpacing w:val="0"/>
      </w:pPr>
      <w:r>
        <w:t xml:space="preserve">          2   2  2  2  2</w:t>
      </w:r>
    </w:p>
    <w:p w:rsidR="00DE41F1" w:rsidRDefault="00DE41F1" w:rsidP="007B3965">
      <w:pPr>
        <w:pStyle w:val="ListParagraph"/>
        <w:ind w:left="0"/>
        <w:contextualSpacing w:val="0"/>
      </w:pPr>
      <w:r>
        <w:t xml:space="preserve">          3   3  3  3  3</w:t>
      </w:r>
    </w:p>
    <w:p w:rsidR="00DE41F1" w:rsidRDefault="00DE41F1" w:rsidP="007B3965">
      <w:pPr>
        <w:pStyle w:val="ListParagraph"/>
        <w:ind w:left="0"/>
        <w:contextualSpacing w:val="0"/>
      </w:pPr>
      <w:r>
        <w:t xml:space="preserve">          4   3  2  1  0</w:t>
      </w:r>
    </w:p>
    <w:p w:rsidR="00DE41F1" w:rsidRDefault="00DE41F1" w:rsidP="007B3965">
      <w:pPr>
        <w:pStyle w:val="ListParagraph"/>
        <w:ind w:left="0"/>
        <w:contextualSpacing w:val="0"/>
      </w:pPr>
      <w:r>
        <w:t>Dupa afisarea matricei se vor afisa elementele chenarului astfel:</w:t>
      </w:r>
    </w:p>
    <w:p w:rsidR="00DE41F1" w:rsidRDefault="00DE41F1" w:rsidP="007B3965">
      <w:pPr>
        <w:pStyle w:val="ListParagraph"/>
        <w:ind w:left="0"/>
        <w:contextualSpacing w:val="0"/>
      </w:pPr>
      <w:r>
        <w:t xml:space="preserve">1 2 3 4 5 2 3 0 1 2 3 4 3 2 </w:t>
      </w:r>
    </w:p>
    <w:sectPr w:rsidR="00DE41F1" w:rsidSect="004F11F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306" w:rsidRDefault="00256306" w:rsidP="004F11FB">
      <w:pPr>
        <w:spacing w:before="0" w:after="0"/>
      </w:pPr>
      <w:r>
        <w:separator/>
      </w:r>
    </w:p>
  </w:endnote>
  <w:endnote w:type="continuationSeparator" w:id="0">
    <w:p w:rsidR="00256306" w:rsidRDefault="00256306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1818D5">
    <w:pPr>
      <w:pStyle w:val="Footer"/>
      <w:rPr>
        <w:i/>
        <w:color w:val="808080" w:themeColor="background1" w:themeShade="80"/>
      </w:rPr>
    </w:pPr>
    <w:r w:rsidRPr="001818D5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pt;margin-top:-3.75pt;width:444.7pt;height:.05pt;z-index:251659264" o:connectortype="straight" strokecolor="#7f7f7f [1612]" strokeweight=".5pt"/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DE41F1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DE41F1" w:rsidRPr="00DE41F1">
        <w:rPr>
          <w:i/>
          <w:noProof/>
          <w:color w:val="808080" w:themeColor="background1" w:themeShade="8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306" w:rsidRDefault="00256306" w:rsidP="004F11FB">
      <w:pPr>
        <w:spacing w:before="0" w:after="0"/>
      </w:pPr>
      <w:r>
        <w:separator/>
      </w:r>
    </w:p>
  </w:footnote>
  <w:footnote w:type="continuationSeparator" w:id="0">
    <w:p w:rsidR="00256306" w:rsidRDefault="00256306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1818D5">
    <w:pPr>
      <w:pStyle w:val="Header"/>
      <w:rPr>
        <w:i/>
        <w:color w:val="808080" w:themeColor="background1" w:themeShade="80"/>
      </w:rPr>
    </w:pPr>
    <w:r w:rsidRPr="001818D5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9pt;margin-top:13.7pt;width:444.7pt;height:.05pt;z-index:251658240" o:connectortype="straight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649A5"/>
    <w:rsid w:val="000847C5"/>
    <w:rsid w:val="00090590"/>
    <w:rsid w:val="000F1B54"/>
    <w:rsid w:val="000F72A7"/>
    <w:rsid w:val="001630B9"/>
    <w:rsid w:val="001818D5"/>
    <w:rsid w:val="00192FF0"/>
    <w:rsid w:val="00212844"/>
    <w:rsid w:val="00230446"/>
    <w:rsid w:val="00256306"/>
    <w:rsid w:val="002633AC"/>
    <w:rsid w:val="00363B17"/>
    <w:rsid w:val="003B454E"/>
    <w:rsid w:val="003D3DE6"/>
    <w:rsid w:val="00435EDE"/>
    <w:rsid w:val="004B3CB4"/>
    <w:rsid w:val="004F11FB"/>
    <w:rsid w:val="005A45C7"/>
    <w:rsid w:val="006B5CC1"/>
    <w:rsid w:val="00746166"/>
    <w:rsid w:val="00757A1D"/>
    <w:rsid w:val="007A38FB"/>
    <w:rsid w:val="007B3965"/>
    <w:rsid w:val="007C0A95"/>
    <w:rsid w:val="007E0A98"/>
    <w:rsid w:val="007E3620"/>
    <w:rsid w:val="007E4030"/>
    <w:rsid w:val="008156CE"/>
    <w:rsid w:val="00821FC0"/>
    <w:rsid w:val="0082545A"/>
    <w:rsid w:val="00885E9B"/>
    <w:rsid w:val="008B02F5"/>
    <w:rsid w:val="008C027A"/>
    <w:rsid w:val="008C6307"/>
    <w:rsid w:val="00937321"/>
    <w:rsid w:val="00960B78"/>
    <w:rsid w:val="009F7552"/>
    <w:rsid w:val="00B031FB"/>
    <w:rsid w:val="00C94B2A"/>
    <w:rsid w:val="00CA31E3"/>
    <w:rsid w:val="00CB7FC6"/>
    <w:rsid w:val="00CC1D9B"/>
    <w:rsid w:val="00CD59E6"/>
    <w:rsid w:val="00D05988"/>
    <w:rsid w:val="00D66572"/>
    <w:rsid w:val="00DE41F1"/>
    <w:rsid w:val="00E459FA"/>
    <w:rsid w:val="00EA49D7"/>
    <w:rsid w:val="00EB25BB"/>
    <w:rsid w:val="00EB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E646048-976B-4981-864C-E3B45FA4A4B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user</cp:lastModifiedBy>
  <cp:revision>17</cp:revision>
  <cp:lastPrinted>2013-09-19T07:08:00Z</cp:lastPrinted>
  <dcterms:created xsi:type="dcterms:W3CDTF">2013-09-30T07:55:00Z</dcterms:created>
  <dcterms:modified xsi:type="dcterms:W3CDTF">2016-10-13T18:46:00Z</dcterms:modified>
</cp:coreProperties>
</file>